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8145DE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Bluefield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051301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81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81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40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8145DE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169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8145DE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40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8145DE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23.7%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72.5%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8145D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92.5%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8145D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2.5%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8145D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8145D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8145D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8145D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82.5%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8145D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12.5%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8145D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2.5%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8145D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8145D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8145D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2.5%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8145D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97.5%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40.0%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8145DE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12.5%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81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17.5%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30.0%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42.5%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12.5%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17.5%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145D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62.5%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17.5%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17.5%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8145D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8145D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8145DE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8145D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87.5%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7.5%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70.0%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8145D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2.5%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8145D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1440" w:type="dxa"/>
          </w:tcPr>
          <w:p w:rsidR="009B797D" w:rsidRPr="00797E2A" w:rsidRDefault="008145D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2.5%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8145D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</w:tcPr>
          <w:p w:rsidR="008B42CE" w:rsidRPr="00797E2A" w:rsidRDefault="008145D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12.5%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8145D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1440" w:type="dxa"/>
          </w:tcPr>
          <w:p w:rsidR="008B42CE" w:rsidRPr="00797E2A" w:rsidRDefault="008145D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47.5%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1440" w:type="dxa"/>
          </w:tcPr>
          <w:p w:rsidR="00ED0933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37.5%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17.5%</w:t>
            </w:r>
          </w:p>
        </w:tc>
        <w:tc>
          <w:tcPr>
            <w:tcW w:w="889" w:type="pct"/>
          </w:tcPr>
          <w:p w:rsidR="004206F3" w:rsidRPr="000B28B6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82.5%</w:t>
            </w:r>
          </w:p>
        </w:tc>
        <w:tc>
          <w:tcPr>
            <w:tcW w:w="1011" w:type="pct"/>
          </w:tcPr>
          <w:p w:rsidR="004206F3" w:rsidRPr="000B28B6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889" w:type="pct"/>
          </w:tcPr>
          <w:p w:rsidR="004206F3" w:rsidRPr="000B28B6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011" w:type="pct"/>
          </w:tcPr>
          <w:p w:rsidR="004206F3" w:rsidRPr="000B28B6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62.5%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37.5%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47.5%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32.5%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7.5%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2250" w:type="dxa"/>
            <w:noWrap/>
          </w:tcPr>
          <w:p w:rsidR="004206F3" w:rsidRPr="00797E2A" w:rsidRDefault="008145D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7.5%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20.0%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370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370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25.0%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370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370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12.5%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370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370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2.5%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37.5%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5.0%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62.5%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2.5%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47.5%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145D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2.5%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7.5%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7.5%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17.5%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2.5%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17.5%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17.5%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12.5%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22.5%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2.5%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7.5%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7.5%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7.5%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17.5%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145D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7.5%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2.5%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47.5%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42.5%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37.5%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52.5%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52.5%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52.5%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37.5%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2.5%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42.5%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47.5%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7.5%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62.5%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7.5%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47.5%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8145D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5.0%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42.5%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72.5%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47.5%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82.5%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52.5%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75.0%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70.0%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67.5%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17.5%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8145D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5DE" w:rsidRDefault="008145DE" w:rsidP="0035328A">
      <w:pPr>
        <w:spacing w:after="0" w:line="240" w:lineRule="auto"/>
      </w:pPr>
      <w:r>
        <w:separator/>
      </w:r>
    </w:p>
  </w:endnote>
  <w:endnote w:type="continuationSeparator" w:id="0">
    <w:p w:rsidR="008145DE" w:rsidRDefault="008145D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8145DE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5DE" w:rsidRDefault="008145DE" w:rsidP="0035328A">
      <w:pPr>
        <w:spacing w:after="0" w:line="240" w:lineRule="auto"/>
      </w:pPr>
      <w:r>
        <w:separator/>
      </w:r>
    </w:p>
  </w:footnote>
  <w:footnote w:type="continuationSeparator" w:id="0">
    <w:p w:rsidR="008145DE" w:rsidRDefault="008145D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E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145DE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E73DDF0D-1058-4945-A834-71E7A390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C6467-FC5F-4680-B58E-20EB6D2AB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1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2016-04-26T20:01:00Z</dcterms:created>
  <dcterms:modified xsi:type="dcterms:W3CDTF">2016-04-26T20:02:00Z</dcterms:modified>
</cp:coreProperties>
</file>